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805" w:rsidRPr="001D3F4F" w:rsidRDefault="00F3062C" w:rsidP="001D3F4F">
      <w:pPr>
        <w:jc w:val="center"/>
        <w:rPr>
          <w:sz w:val="48"/>
          <w:szCs w:val="48"/>
        </w:rPr>
      </w:pPr>
      <w:r w:rsidRPr="001D3F4F">
        <w:rPr>
          <w:sz w:val="48"/>
          <w:szCs w:val="48"/>
        </w:rPr>
        <w:t>BUSINESS PROPOSAL TEMPLATE</w:t>
      </w:r>
    </w:p>
    <w:p w:rsidR="002B1805" w:rsidRPr="001D3F4F" w:rsidRDefault="002B1805" w:rsidP="00AB1E90">
      <w:pPr>
        <w:rPr>
          <w:b/>
        </w:rPr>
      </w:pPr>
    </w:p>
    <w:p w:rsidR="00AB1E90" w:rsidRPr="001D3F4F" w:rsidRDefault="00AB1E90" w:rsidP="00AB1E90">
      <w:pPr>
        <w:rPr>
          <w:b/>
        </w:rPr>
      </w:pPr>
      <w:r w:rsidRPr="001D3F4F">
        <w:rPr>
          <w:b/>
          <w:highlight w:val="yellow"/>
        </w:rPr>
        <w:t>PART A: RELEVANCE &amp; NEED FOR PROJECT</w:t>
      </w:r>
    </w:p>
    <w:p w:rsidR="00AB1E90" w:rsidRPr="001D3F4F" w:rsidRDefault="00AB1E90" w:rsidP="00AB1E90">
      <w:pPr>
        <w:rPr>
          <w:b/>
        </w:rPr>
      </w:pPr>
      <w:r w:rsidRPr="001D3F4F">
        <w:rPr>
          <w:b/>
        </w:rPr>
        <w:br/>
        <w:t xml:space="preserve">a) Describe how your project addresses some need. </w:t>
      </w:r>
    </w:p>
    <w:p w:rsidR="00AB1E90" w:rsidRPr="001D3F4F" w:rsidRDefault="00AB1E90" w:rsidP="00AB1E90">
      <w:pPr>
        <w:rPr>
          <w:b/>
        </w:rPr>
      </w:pPr>
    </w:p>
    <w:p w:rsidR="00AB1E90" w:rsidRPr="001D3F4F" w:rsidRDefault="00AB1E90" w:rsidP="00AB1E90">
      <w:pPr>
        <w:rPr>
          <w:b/>
        </w:rPr>
      </w:pPr>
    </w:p>
    <w:p w:rsidR="00AB1E90" w:rsidRPr="001D3F4F" w:rsidRDefault="00AB1E90" w:rsidP="00AB1E90">
      <w:pPr>
        <w:rPr>
          <w:b/>
        </w:rPr>
      </w:pPr>
    </w:p>
    <w:p w:rsidR="00AB1E90" w:rsidRPr="001D3F4F" w:rsidRDefault="00AB1E90" w:rsidP="00AB1E90">
      <w:pPr>
        <w:rPr>
          <w:b/>
        </w:rPr>
      </w:pPr>
    </w:p>
    <w:p w:rsidR="00AB1E90" w:rsidRPr="001D3F4F" w:rsidRDefault="00A50507" w:rsidP="00AB1E90">
      <w:pPr>
        <w:pStyle w:val="Outline0261"/>
        <w:tabs>
          <w:tab w:val="left" w:pos="9360"/>
        </w:tabs>
        <w:spacing w:after="100"/>
        <w:ind w:left="0" w:firstLine="0"/>
        <w:rPr>
          <w:b/>
          <w:color w:val="000000"/>
          <w:szCs w:val="24"/>
        </w:rPr>
      </w:pPr>
      <w:r w:rsidRPr="001D3F4F">
        <w:rPr>
          <w:b/>
          <w:color w:val="000000"/>
          <w:szCs w:val="24"/>
        </w:rPr>
        <w:t>b</w:t>
      </w:r>
      <w:r w:rsidR="00AB1E90" w:rsidRPr="001D3F4F">
        <w:rPr>
          <w:b/>
          <w:color w:val="000000"/>
          <w:szCs w:val="24"/>
        </w:rPr>
        <w:t>) Provide the evidence to support the need for this project (e.g. research evidence/statistics on your target population and the issue being addressed).</w:t>
      </w:r>
    </w:p>
    <w:p w:rsidR="00AB1E90" w:rsidRPr="001D3F4F" w:rsidRDefault="00AB1E90" w:rsidP="00AB1E90">
      <w:pPr>
        <w:rPr>
          <w:b/>
        </w:rPr>
      </w:pPr>
    </w:p>
    <w:p w:rsidR="00AB1E90" w:rsidRPr="001D3F4F" w:rsidRDefault="00AB1E90" w:rsidP="00AB1E90">
      <w:pPr>
        <w:rPr>
          <w:b/>
        </w:rPr>
      </w:pPr>
    </w:p>
    <w:p w:rsidR="00AB1E90" w:rsidRPr="001D3F4F" w:rsidRDefault="00AB1E90" w:rsidP="00AB1E90">
      <w:pPr>
        <w:rPr>
          <w:b/>
        </w:rPr>
      </w:pPr>
    </w:p>
    <w:p w:rsidR="00AB1E90" w:rsidRPr="001D3F4F" w:rsidRDefault="00AB1E90" w:rsidP="00AB1E90">
      <w:pPr>
        <w:rPr>
          <w:b/>
        </w:rPr>
      </w:pPr>
    </w:p>
    <w:p w:rsidR="00AB1E90" w:rsidRPr="001D3F4F" w:rsidRDefault="00AB1E90" w:rsidP="00AB1E90">
      <w:pPr>
        <w:rPr>
          <w:b/>
        </w:rPr>
      </w:pPr>
      <w:r w:rsidRPr="001D3F4F">
        <w:rPr>
          <w:b/>
        </w:rPr>
        <w:br/>
      </w:r>
    </w:p>
    <w:p w:rsidR="00FE60A7" w:rsidRPr="001D3F4F" w:rsidRDefault="00FE60A7"/>
    <w:p w:rsidR="00AB1E90" w:rsidRPr="001D3F4F" w:rsidRDefault="00AB1E90" w:rsidP="00AB1E9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00"/>
        <w:rPr>
          <w:b/>
          <w:color w:val="000000"/>
        </w:rPr>
      </w:pPr>
      <w:r w:rsidRPr="001D3F4F">
        <w:rPr>
          <w:b/>
          <w:color w:val="000000"/>
          <w:highlight w:val="yellow"/>
        </w:rPr>
        <w:t>PART B: PROJECT DESCRIPTION</w:t>
      </w:r>
    </w:p>
    <w:p w:rsidR="00AB1E90" w:rsidRPr="001D3F4F" w:rsidRDefault="00AB1E90" w:rsidP="00AB1E90">
      <w:pPr>
        <w:pStyle w:val="Outline0261"/>
        <w:spacing w:after="100"/>
        <w:ind w:left="0" w:firstLine="0"/>
        <w:rPr>
          <w:b/>
          <w:color w:val="000000"/>
          <w:szCs w:val="24"/>
        </w:rPr>
      </w:pPr>
      <w:r w:rsidRPr="001D3F4F">
        <w:rPr>
          <w:b/>
          <w:szCs w:val="24"/>
        </w:rPr>
        <w:t>a) Provide a brief description of the proposed project.</w:t>
      </w:r>
    </w:p>
    <w:p w:rsidR="00AB1E90" w:rsidRPr="001D3F4F" w:rsidRDefault="00AB1E90" w:rsidP="00AB1E90">
      <w:pPr>
        <w:pStyle w:val="Outline0261"/>
        <w:spacing w:after="100"/>
        <w:ind w:left="0" w:firstLine="0"/>
        <w:rPr>
          <w:b/>
          <w:szCs w:val="24"/>
        </w:rPr>
      </w:pPr>
    </w:p>
    <w:p w:rsidR="00AB1E90" w:rsidRPr="001D3F4F" w:rsidRDefault="00AB1E90" w:rsidP="00AB1E90">
      <w:pPr>
        <w:pStyle w:val="Outline0261"/>
        <w:spacing w:after="100"/>
        <w:ind w:left="0" w:firstLine="0"/>
        <w:rPr>
          <w:b/>
          <w:szCs w:val="24"/>
        </w:rPr>
      </w:pPr>
    </w:p>
    <w:p w:rsidR="00AB1E90" w:rsidRPr="001D3F4F" w:rsidRDefault="00AB1E90" w:rsidP="00AB1E90">
      <w:pPr>
        <w:pStyle w:val="Outline0261"/>
        <w:spacing w:after="100"/>
        <w:ind w:left="0" w:firstLine="0"/>
        <w:rPr>
          <w:b/>
          <w:szCs w:val="24"/>
        </w:rPr>
      </w:pPr>
      <w:r w:rsidRPr="001D3F4F">
        <w:rPr>
          <w:b/>
          <w:szCs w:val="24"/>
        </w:rPr>
        <w:t>b) Provide the objectives</w:t>
      </w:r>
      <w:r w:rsidR="00A50507" w:rsidRPr="001D3F4F">
        <w:rPr>
          <w:b/>
          <w:szCs w:val="24"/>
        </w:rPr>
        <w:t xml:space="preserve"> (the goals)</w:t>
      </w:r>
      <w:r w:rsidRPr="001D3F4F">
        <w:rPr>
          <w:b/>
          <w:szCs w:val="24"/>
        </w:rPr>
        <w:t xml:space="preserve"> of the project.</w:t>
      </w:r>
    </w:p>
    <w:p w:rsidR="00AB1E90" w:rsidRPr="001D3F4F" w:rsidRDefault="00AB1E90" w:rsidP="00AB1E90">
      <w:pPr>
        <w:pStyle w:val="Outline0261"/>
        <w:spacing w:after="100"/>
        <w:ind w:left="0" w:firstLine="0"/>
        <w:rPr>
          <w:b/>
          <w:szCs w:val="24"/>
        </w:rPr>
      </w:pPr>
    </w:p>
    <w:p w:rsidR="00AB1E90" w:rsidRPr="001D3F4F" w:rsidRDefault="00AB1E90" w:rsidP="00AB1E90">
      <w:pPr>
        <w:pStyle w:val="Outline0261"/>
        <w:spacing w:after="100"/>
        <w:ind w:left="0" w:firstLine="0"/>
        <w:rPr>
          <w:b/>
          <w:szCs w:val="24"/>
        </w:rPr>
      </w:pPr>
    </w:p>
    <w:p w:rsidR="00AB1E90" w:rsidRPr="001D3F4F" w:rsidRDefault="00AB1E90" w:rsidP="00AB1E90">
      <w:pPr>
        <w:pStyle w:val="Outline0261"/>
        <w:spacing w:after="100"/>
        <w:ind w:left="0" w:firstLine="0"/>
        <w:rPr>
          <w:b/>
          <w:color w:val="000000"/>
        </w:rPr>
      </w:pPr>
      <w:r w:rsidRPr="001D3F4F">
        <w:rPr>
          <w:b/>
          <w:color w:val="000000"/>
        </w:rPr>
        <w:t xml:space="preserve">c) Describe the target audience(s) for the project (e.g. students, policy-makers, </w:t>
      </w:r>
      <w:r w:rsidR="00A50507" w:rsidRPr="001D3F4F">
        <w:rPr>
          <w:b/>
          <w:color w:val="000000"/>
        </w:rPr>
        <w:t xml:space="preserve">seniors, </w:t>
      </w:r>
      <w:r w:rsidRPr="001D3F4F">
        <w:rPr>
          <w:b/>
          <w:color w:val="000000"/>
        </w:rPr>
        <w:t xml:space="preserve">underserved population, </w:t>
      </w:r>
      <w:proofErr w:type="spellStart"/>
      <w:r w:rsidRPr="001D3F4F">
        <w:rPr>
          <w:b/>
          <w:color w:val="000000"/>
        </w:rPr>
        <w:t>etc</w:t>
      </w:r>
      <w:proofErr w:type="spellEnd"/>
      <w:r w:rsidRPr="001D3F4F">
        <w:rPr>
          <w:b/>
          <w:color w:val="000000"/>
        </w:rPr>
        <w:t>)</w:t>
      </w:r>
      <w:r w:rsidR="00140F83" w:rsidRPr="001D3F4F">
        <w:rPr>
          <w:b/>
          <w:color w:val="000000"/>
        </w:rPr>
        <w:t>. Explain why they are your target audience.</w:t>
      </w:r>
    </w:p>
    <w:p w:rsidR="00AB1E90" w:rsidRPr="001D3F4F" w:rsidRDefault="00AB1E90" w:rsidP="00AB1E90">
      <w:pPr>
        <w:pStyle w:val="Outline0261"/>
        <w:spacing w:after="100"/>
        <w:ind w:left="0" w:firstLine="0"/>
        <w:rPr>
          <w:b/>
          <w:color w:val="000000"/>
        </w:rPr>
      </w:pPr>
    </w:p>
    <w:p w:rsidR="00AB1E90" w:rsidRPr="001D3F4F" w:rsidRDefault="00AB1E90" w:rsidP="00AB1E90">
      <w:pPr>
        <w:pStyle w:val="Outline0261"/>
        <w:spacing w:after="100"/>
        <w:ind w:left="0" w:firstLine="0"/>
        <w:rPr>
          <w:b/>
          <w:color w:val="000000"/>
        </w:rPr>
      </w:pPr>
    </w:p>
    <w:p w:rsidR="00AB1E90" w:rsidRPr="001D3F4F" w:rsidRDefault="00AB1E90" w:rsidP="00AB1E90">
      <w:pPr>
        <w:pStyle w:val="Outline0261"/>
        <w:spacing w:after="100"/>
        <w:ind w:left="0" w:firstLine="0"/>
        <w:rPr>
          <w:b/>
          <w:color w:val="000000"/>
        </w:rPr>
      </w:pPr>
    </w:p>
    <w:p w:rsidR="00AB1E90" w:rsidRPr="001D3F4F" w:rsidRDefault="00AB1E90" w:rsidP="00AB1E90">
      <w:pPr>
        <w:pStyle w:val="Outline0261"/>
        <w:spacing w:after="100"/>
        <w:ind w:left="0" w:firstLine="0"/>
        <w:rPr>
          <w:b/>
          <w:color w:val="000000"/>
          <w:szCs w:val="24"/>
        </w:rPr>
      </w:pPr>
      <w:r w:rsidRPr="001D3F4F">
        <w:rPr>
          <w:b/>
          <w:color w:val="000000"/>
          <w:szCs w:val="24"/>
        </w:rPr>
        <w:t>d) Provide</w:t>
      </w:r>
      <w:r w:rsidR="00A50507" w:rsidRPr="001D3F4F">
        <w:rPr>
          <w:b/>
          <w:color w:val="000000"/>
          <w:szCs w:val="24"/>
        </w:rPr>
        <w:t xml:space="preserve"> of</w:t>
      </w:r>
      <w:r w:rsidRPr="001D3F4F">
        <w:rPr>
          <w:b/>
          <w:color w:val="000000"/>
          <w:szCs w:val="24"/>
        </w:rPr>
        <w:t xml:space="preserve"> list the geographic location(s) (e.g. Winnipeg, St. Vital, downtown, Canada wide) and sites/settings (e.g. hospital, community-based centre, mall, </w:t>
      </w:r>
      <w:proofErr w:type="spellStart"/>
      <w:r w:rsidRPr="001D3F4F">
        <w:rPr>
          <w:b/>
          <w:color w:val="000000"/>
          <w:szCs w:val="24"/>
        </w:rPr>
        <w:t>etc</w:t>
      </w:r>
      <w:proofErr w:type="spellEnd"/>
      <w:r w:rsidRPr="001D3F4F">
        <w:rPr>
          <w:b/>
          <w:color w:val="000000"/>
          <w:szCs w:val="24"/>
        </w:rPr>
        <w:t>) where the project activities will take place.</w:t>
      </w:r>
    </w:p>
    <w:p w:rsidR="00AB1E90" w:rsidRPr="001D3F4F" w:rsidRDefault="00AB1E90" w:rsidP="00AB1E90">
      <w:pPr>
        <w:pStyle w:val="Outline0261"/>
        <w:spacing w:after="100"/>
        <w:ind w:left="0" w:firstLine="0"/>
        <w:rPr>
          <w:b/>
          <w:color w:val="000000"/>
          <w:szCs w:val="24"/>
        </w:rPr>
      </w:pPr>
    </w:p>
    <w:p w:rsidR="00AB1E90" w:rsidRPr="001D3F4F" w:rsidRDefault="00AB1E90" w:rsidP="00AB1E90">
      <w:pPr>
        <w:pStyle w:val="Outline0261"/>
        <w:spacing w:after="100"/>
        <w:ind w:left="0" w:firstLine="0"/>
        <w:rPr>
          <w:b/>
          <w:color w:val="000000"/>
          <w:szCs w:val="24"/>
        </w:rPr>
      </w:pPr>
    </w:p>
    <w:p w:rsidR="00AB1E90" w:rsidRPr="001D3F4F" w:rsidRDefault="009F3A0F" w:rsidP="00A50507">
      <w:pPr>
        <w:pStyle w:val="Outline0261"/>
        <w:spacing w:after="100"/>
        <w:ind w:left="0" w:firstLine="0"/>
        <w:rPr>
          <w:color w:val="000000"/>
          <w:szCs w:val="24"/>
        </w:rPr>
      </w:pPr>
      <w:r w:rsidRPr="001D3F4F">
        <w:rPr>
          <w:b/>
          <w:color w:val="000000"/>
          <w:szCs w:val="24"/>
          <w:highlight w:val="yellow"/>
        </w:rPr>
        <w:t>PART C</w:t>
      </w:r>
      <w:r w:rsidR="00AB1E90" w:rsidRPr="001D3F4F">
        <w:rPr>
          <w:b/>
          <w:color w:val="000000"/>
          <w:szCs w:val="24"/>
          <w:highlight w:val="yellow"/>
        </w:rPr>
        <w:t>: EXPECTED RESULTS</w:t>
      </w:r>
      <w:r w:rsidR="00AB1E90" w:rsidRPr="001D3F4F">
        <w:rPr>
          <w:b/>
          <w:color w:val="000000"/>
          <w:szCs w:val="24"/>
        </w:rPr>
        <w:br/>
      </w:r>
      <w:r w:rsidR="00AB1E90" w:rsidRPr="001D3F4F">
        <w:rPr>
          <w:color w:val="000000"/>
          <w:szCs w:val="24"/>
        </w:rPr>
        <w:t xml:space="preserve">- Expected results can be viewed as what your project is trying to “change” (e.g. change in awareness levels, change in health behaviours, change in environment, </w:t>
      </w:r>
      <w:proofErr w:type="spellStart"/>
      <w:r w:rsidR="00AB1E90" w:rsidRPr="001D3F4F">
        <w:rPr>
          <w:color w:val="000000"/>
          <w:szCs w:val="24"/>
        </w:rPr>
        <w:t>etc</w:t>
      </w:r>
      <w:proofErr w:type="spellEnd"/>
      <w:r w:rsidR="00AB1E90" w:rsidRPr="001D3F4F">
        <w:rPr>
          <w:color w:val="000000"/>
          <w:szCs w:val="24"/>
        </w:rPr>
        <w:t>)</w:t>
      </w:r>
    </w:p>
    <w:p w:rsidR="00AB1E90" w:rsidRPr="001D3F4F" w:rsidRDefault="00AB1E90" w:rsidP="00AB1E90">
      <w:pPr>
        <w:pStyle w:val="Outline0261"/>
        <w:numPr>
          <w:ilvl w:val="0"/>
          <w:numId w:val="1"/>
        </w:numPr>
        <w:spacing w:after="100"/>
        <w:rPr>
          <w:b/>
          <w:color w:val="000000"/>
          <w:szCs w:val="24"/>
        </w:rPr>
      </w:pPr>
      <w:r w:rsidRPr="001D3F4F">
        <w:rPr>
          <w:b/>
          <w:color w:val="000000"/>
          <w:szCs w:val="24"/>
        </w:rPr>
        <w:t xml:space="preserve">How do you see the results of this project affecting </w:t>
      </w:r>
      <w:r w:rsidRPr="001D3F4F">
        <w:rPr>
          <w:b/>
          <w:i/>
          <w:color w:val="000000"/>
          <w:szCs w:val="24"/>
        </w:rPr>
        <w:t>individuals (</w:t>
      </w:r>
      <w:r w:rsidRPr="001D3F4F">
        <w:rPr>
          <w:b/>
          <w:color w:val="000000"/>
          <w:szCs w:val="24"/>
        </w:rPr>
        <w:t>good and bad)?</w:t>
      </w:r>
    </w:p>
    <w:p w:rsidR="00AB1E90" w:rsidRPr="001D3F4F" w:rsidRDefault="00AB1E90" w:rsidP="00AB1E90">
      <w:pPr>
        <w:pStyle w:val="Outline0261"/>
        <w:spacing w:after="100"/>
        <w:rPr>
          <w:b/>
          <w:color w:val="000000"/>
          <w:szCs w:val="24"/>
        </w:rPr>
      </w:pPr>
    </w:p>
    <w:p w:rsidR="00AB1E90" w:rsidRPr="001D3F4F" w:rsidRDefault="00AB1E90" w:rsidP="00AB1E90">
      <w:pPr>
        <w:pStyle w:val="Outline0261"/>
        <w:spacing w:after="100"/>
        <w:rPr>
          <w:b/>
          <w:color w:val="000000"/>
          <w:szCs w:val="24"/>
        </w:rPr>
      </w:pPr>
    </w:p>
    <w:p w:rsidR="00AB1E90" w:rsidRPr="001D3F4F" w:rsidRDefault="00A50507" w:rsidP="00AB1E90">
      <w:pPr>
        <w:pStyle w:val="Outline0261"/>
        <w:tabs>
          <w:tab w:val="clear" w:pos="720"/>
          <w:tab w:val="left" w:pos="9360"/>
        </w:tabs>
        <w:spacing w:after="100"/>
        <w:ind w:left="0" w:firstLine="0"/>
        <w:rPr>
          <w:b/>
          <w:color w:val="000000"/>
          <w:szCs w:val="24"/>
        </w:rPr>
      </w:pPr>
      <w:r w:rsidRPr="001D3F4F">
        <w:rPr>
          <w:b/>
          <w:color w:val="000000"/>
          <w:szCs w:val="24"/>
        </w:rPr>
        <w:t>b</w:t>
      </w:r>
      <w:r w:rsidR="00AB1E90" w:rsidRPr="001D3F4F">
        <w:rPr>
          <w:b/>
          <w:color w:val="000000"/>
          <w:szCs w:val="24"/>
        </w:rPr>
        <w:t xml:space="preserve">) Describe how the results of your project will have </w:t>
      </w:r>
      <w:r w:rsidR="00AB1E90" w:rsidRPr="001D3F4F">
        <w:rPr>
          <w:b/>
          <w:i/>
          <w:color w:val="000000"/>
          <w:szCs w:val="24"/>
        </w:rPr>
        <w:t>community wide</w:t>
      </w:r>
      <w:r w:rsidR="00AB1E90" w:rsidRPr="001D3F4F">
        <w:rPr>
          <w:b/>
          <w:color w:val="000000"/>
          <w:szCs w:val="24"/>
        </w:rPr>
        <w:t xml:space="preserve"> implications and benefits.</w:t>
      </w:r>
    </w:p>
    <w:p w:rsidR="00AB1E90" w:rsidRPr="001D3F4F" w:rsidRDefault="00AB1E90" w:rsidP="00AB1E90">
      <w:pPr>
        <w:pStyle w:val="Outline0261"/>
        <w:spacing w:after="100"/>
        <w:rPr>
          <w:b/>
          <w:color w:val="000000"/>
          <w:szCs w:val="24"/>
        </w:rPr>
      </w:pPr>
    </w:p>
    <w:p w:rsidR="00AB1E90" w:rsidRPr="001D3F4F" w:rsidRDefault="00AB1E90" w:rsidP="00AB1E90">
      <w:pPr>
        <w:pStyle w:val="Outline0261"/>
        <w:spacing w:after="100"/>
        <w:rPr>
          <w:b/>
          <w:color w:val="000000"/>
          <w:szCs w:val="24"/>
        </w:rPr>
      </w:pPr>
    </w:p>
    <w:p w:rsidR="002B1805" w:rsidRPr="001D3F4F" w:rsidRDefault="002B1805">
      <w:pPr>
        <w:rPr>
          <w:b/>
        </w:rPr>
      </w:pPr>
    </w:p>
    <w:p w:rsidR="002B1805" w:rsidRPr="001D3F4F" w:rsidRDefault="009F3A0F">
      <w:pPr>
        <w:rPr>
          <w:b/>
        </w:rPr>
      </w:pPr>
      <w:r w:rsidRPr="001D3F4F">
        <w:rPr>
          <w:b/>
          <w:highlight w:val="yellow"/>
        </w:rPr>
        <w:t>PART E</w:t>
      </w:r>
      <w:r w:rsidR="002B1805" w:rsidRPr="001D3F4F">
        <w:rPr>
          <w:b/>
          <w:highlight w:val="yellow"/>
        </w:rPr>
        <w:t>:</w:t>
      </w:r>
      <w:r w:rsidR="004C68C1" w:rsidRPr="001D3F4F">
        <w:rPr>
          <w:b/>
          <w:highlight w:val="yellow"/>
        </w:rPr>
        <w:t xml:space="preserve"> ABOUT YOUR ORGANIZATION/COMPANY</w:t>
      </w:r>
    </w:p>
    <w:p w:rsidR="002B1805" w:rsidRPr="001D3F4F" w:rsidRDefault="002B1805" w:rsidP="002B1805">
      <w:pPr>
        <w:rPr>
          <w:b/>
        </w:rPr>
      </w:pPr>
      <w:r w:rsidRPr="001D3F4F">
        <w:rPr>
          <w:b/>
        </w:rPr>
        <w:br/>
        <w:t>a)  Provide your organization’s mandate/vision statement.</w:t>
      </w:r>
    </w:p>
    <w:p w:rsidR="002B1805" w:rsidRPr="001D3F4F" w:rsidRDefault="002B1805" w:rsidP="002B1805">
      <w:pPr>
        <w:rPr>
          <w:b/>
        </w:rPr>
      </w:pPr>
    </w:p>
    <w:p w:rsidR="002B1805" w:rsidRPr="001D3F4F" w:rsidRDefault="002B1805" w:rsidP="002B1805">
      <w:pPr>
        <w:rPr>
          <w:b/>
        </w:rPr>
      </w:pPr>
    </w:p>
    <w:p w:rsidR="002B1805" w:rsidRPr="001D3F4F" w:rsidRDefault="002B1805" w:rsidP="002B1805">
      <w:pPr>
        <w:rPr>
          <w:b/>
        </w:rPr>
      </w:pPr>
    </w:p>
    <w:p w:rsidR="002B1805" w:rsidRPr="001D3F4F" w:rsidRDefault="002B1805" w:rsidP="002B1805">
      <w:pPr>
        <w:rPr>
          <w:b/>
        </w:rPr>
      </w:pPr>
      <w:r w:rsidRPr="001D3F4F">
        <w:rPr>
          <w:b/>
        </w:rPr>
        <w:t>b) Outline why your organization</w:t>
      </w:r>
      <w:r w:rsidR="00A50507" w:rsidRPr="001D3F4F">
        <w:rPr>
          <w:b/>
        </w:rPr>
        <w:t xml:space="preserve"> (you or your team)</w:t>
      </w:r>
      <w:r w:rsidRPr="001D3F4F">
        <w:rPr>
          <w:b/>
        </w:rPr>
        <w:t xml:space="preserve"> is well-suited to undertake the proposed project (e.g. credibility, relevant skills, interest, </w:t>
      </w:r>
      <w:proofErr w:type="gramStart"/>
      <w:r w:rsidRPr="001D3F4F">
        <w:rPr>
          <w:b/>
        </w:rPr>
        <w:t>experience</w:t>
      </w:r>
      <w:proofErr w:type="gramEnd"/>
      <w:r w:rsidRPr="001D3F4F">
        <w:rPr>
          <w:b/>
        </w:rPr>
        <w:t xml:space="preserve"> with the target population).</w:t>
      </w:r>
    </w:p>
    <w:p w:rsidR="002B1805" w:rsidRPr="001D3F4F" w:rsidRDefault="002B1805" w:rsidP="002B1805">
      <w:pPr>
        <w:rPr>
          <w:b/>
        </w:rPr>
      </w:pPr>
    </w:p>
    <w:p w:rsidR="002B1805" w:rsidRPr="001D3F4F" w:rsidRDefault="002B1805" w:rsidP="002B1805">
      <w:pPr>
        <w:rPr>
          <w:b/>
        </w:rPr>
      </w:pPr>
    </w:p>
    <w:p w:rsidR="002B1805" w:rsidRPr="001D3F4F" w:rsidRDefault="002B1805" w:rsidP="002B1805">
      <w:pPr>
        <w:rPr>
          <w:b/>
        </w:rPr>
      </w:pPr>
    </w:p>
    <w:p w:rsidR="00A50507" w:rsidRPr="001D3F4F" w:rsidRDefault="00A50507" w:rsidP="002B1805">
      <w:pPr>
        <w:rPr>
          <w:b/>
        </w:rPr>
      </w:pPr>
    </w:p>
    <w:p w:rsidR="00A50507" w:rsidRPr="001D3F4F" w:rsidRDefault="00A50507" w:rsidP="002B1805">
      <w:pPr>
        <w:rPr>
          <w:b/>
        </w:rPr>
      </w:pPr>
    </w:p>
    <w:p w:rsidR="002B1805" w:rsidRPr="001D3F4F" w:rsidRDefault="002B1805" w:rsidP="002B1805">
      <w:pPr>
        <w:rPr>
          <w:b/>
        </w:rPr>
      </w:pPr>
    </w:p>
    <w:p w:rsidR="002B1805" w:rsidRPr="001D3F4F" w:rsidRDefault="009F3A0F" w:rsidP="002B1805">
      <w:pPr>
        <w:rPr>
          <w:b/>
        </w:rPr>
      </w:pPr>
      <w:r w:rsidRPr="001D3F4F">
        <w:rPr>
          <w:b/>
          <w:highlight w:val="yellow"/>
        </w:rPr>
        <w:t>PART F</w:t>
      </w:r>
      <w:r w:rsidR="002B1805" w:rsidRPr="001D3F4F">
        <w:rPr>
          <w:b/>
          <w:highlight w:val="yellow"/>
        </w:rPr>
        <w:t xml:space="preserve">: </w:t>
      </w:r>
      <w:proofErr w:type="gramStart"/>
      <w:r w:rsidR="002B1805" w:rsidRPr="001D3F4F">
        <w:rPr>
          <w:b/>
          <w:highlight w:val="yellow"/>
        </w:rPr>
        <w:t>YOUR</w:t>
      </w:r>
      <w:proofErr w:type="gramEnd"/>
      <w:r w:rsidR="002B1805" w:rsidRPr="001D3F4F">
        <w:rPr>
          <w:b/>
          <w:highlight w:val="yellow"/>
        </w:rPr>
        <w:t xml:space="preserve"> BUDGET</w:t>
      </w:r>
    </w:p>
    <w:p w:rsidR="002B1805" w:rsidRPr="001D3F4F" w:rsidRDefault="002B1805" w:rsidP="002B1805">
      <w:pPr>
        <w:rPr>
          <w:b/>
        </w:rPr>
      </w:pPr>
    </w:p>
    <w:p w:rsidR="002B1805" w:rsidRPr="001D3F4F" w:rsidRDefault="002B1805" w:rsidP="002B1805">
      <w:pPr>
        <w:rPr>
          <w:b/>
        </w:rPr>
      </w:pPr>
    </w:p>
    <w:p w:rsidR="002B1805" w:rsidRPr="001D3F4F" w:rsidRDefault="002B1805" w:rsidP="002B1805">
      <w:pPr>
        <w:pStyle w:val="ListParagraph"/>
        <w:numPr>
          <w:ilvl w:val="0"/>
          <w:numId w:val="2"/>
        </w:numPr>
        <w:rPr>
          <w:b/>
          <w:highlight w:val="green"/>
        </w:rPr>
      </w:pPr>
      <w:r w:rsidRPr="001D3F4F">
        <w:rPr>
          <w:b/>
          <w:highlight w:val="green"/>
        </w:rPr>
        <w:t>YOU HAVE $500, 000 (half a million dollars to work with)</w:t>
      </w:r>
      <w:r w:rsidR="00A50507" w:rsidRPr="001D3F4F">
        <w:rPr>
          <w:b/>
          <w:highlight w:val="green"/>
        </w:rPr>
        <w:br/>
      </w:r>
    </w:p>
    <w:p w:rsidR="002B1805" w:rsidRPr="001D3F4F" w:rsidRDefault="002B1805" w:rsidP="002B1805">
      <w:pPr>
        <w:numPr>
          <w:ilvl w:val="0"/>
          <w:numId w:val="2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00"/>
        <w:rPr>
          <w:color w:val="000000"/>
        </w:rPr>
      </w:pPr>
      <w:r w:rsidRPr="001D3F4F">
        <w:rPr>
          <w:color w:val="000000"/>
        </w:rPr>
        <w:t>Include all expenditures including wages/salary</w:t>
      </w:r>
    </w:p>
    <w:p w:rsidR="002B1805" w:rsidRPr="001D3F4F" w:rsidRDefault="002B1805" w:rsidP="002B1805">
      <w:pPr>
        <w:pStyle w:val="Outline0271"/>
        <w:tabs>
          <w:tab w:val="clear" w:pos="720"/>
          <w:tab w:val="left" w:pos="360"/>
          <w:tab w:val="left" w:pos="9360"/>
        </w:tabs>
        <w:spacing w:after="100"/>
        <w:ind w:left="360" w:firstLine="0"/>
        <w:rPr>
          <w:b/>
          <w:color w:val="000000"/>
          <w:szCs w:val="24"/>
        </w:rPr>
      </w:pPr>
      <w:r w:rsidRPr="001D3F4F">
        <w:rPr>
          <w:b/>
          <w:color w:val="000000"/>
          <w:szCs w:val="24"/>
        </w:rPr>
        <w:t xml:space="preserve">a) Provide a detailed breakdown and explanation of the budget amounts for your </w:t>
      </w:r>
      <w:r w:rsidRPr="001D3F4F">
        <w:rPr>
          <w:b/>
          <w:color w:val="000000"/>
          <w:szCs w:val="24"/>
          <w:u w:val="single"/>
        </w:rPr>
        <w:t>top 5 most expensive</w:t>
      </w:r>
      <w:r w:rsidRPr="001D3F4F">
        <w:rPr>
          <w:b/>
          <w:color w:val="000000"/>
          <w:szCs w:val="24"/>
        </w:rPr>
        <w:t xml:space="preserve"> expenditures.</w:t>
      </w:r>
    </w:p>
    <w:p w:rsidR="002B1805" w:rsidRDefault="002B1805">
      <w:pPr>
        <w:rPr>
          <w:b/>
        </w:rPr>
      </w:pPr>
    </w:p>
    <w:p w:rsidR="001D3F4F" w:rsidRDefault="001D3F4F">
      <w:pPr>
        <w:rPr>
          <w:b/>
        </w:rPr>
      </w:pPr>
      <w:r w:rsidRPr="001D3F4F">
        <w:rPr>
          <w:b/>
          <w:highlight w:val="yellow"/>
        </w:rPr>
        <w:t xml:space="preserve">PART G: </w:t>
      </w:r>
      <w:proofErr w:type="gramStart"/>
      <w:r w:rsidRPr="001D3F4F">
        <w:rPr>
          <w:b/>
          <w:highlight w:val="yellow"/>
        </w:rPr>
        <w:t>YOUR</w:t>
      </w:r>
      <w:proofErr w:type="gramEnd"/>
      <w:r w:rsidRPr="001D3F4F">
        <w:rPr>
          <w:b/>
          <w:highlight w:val="yellow"/>
        </w:rPr>
        <w:t xml:space="preserve"> PITCH</w:t>
      </w:r>
    </w:p>
    <w:p w:rsidR="001D3F4F" w:rsidRDefault="001D3F4F">
      <w:pPr>
        <w:rPr>
          <w:b/>
        </w:rPr>
      </w:pPr>
    </w:p>
    <w:p w:rsidR="001D3F4F" w:rsidRDefault="001D3F4F" w:rsidP="001D3F4F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How much money does your company need in order to grow?</w:t>
      </w:r>
    </w:p>
    <w:p w:rsidR="001D3F4F" w:rsidRDefault="001D3F4F" w:rsidP="001D3F4F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How will you use any money that investors give you?</w:t>
      </w:r>
    </w:p>
    <w:p w:rsidR="001D3F4F" w:rsidRPr="001D3F4F" w:rsidRDefault="001D3F4F" w:rsidP="001D3F4F">
      <w:pPr>
        <w:pStyle w:val="ListParagraph"/>
        <w:numPr>
          <w:ilvl w:val="0"/>
          <w:numId w:val="2"/>
        </w:numPr>
        <w:rPr>
          <w:b/>
        </w:rPr>
      </w:pPr>
      <w:bookmarkStart w:id="0" w:name="_GoBack"/>
      <w:bookmarkEnd w:id="0"/>
      <w:r>
        <w:rPr>
          <w:b/>
        </w:rPr>
        <w:t>How long will it take for any investors to receive their money back?</w:t>
      </w:r>
    </w:p>
    <w:sectPr w:rsidR="001D3F4F" w:rsidRPr="001D3F4F" w:rsidSect="00AB1E9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Zurich Ex BT">
    <w:altName w:val="Segoe Script"/>
    <w:charset w:val="00"/>
    <w:family w:val="swiss"/>
    <w:pitch w:val="variable"/>
    <w:sig w:usb0="00000001" w:usb1="00000000" w:usb2="00000000" w:usb3="00000000" w:csb0="0000001B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60515"/>
    <w:multiLevelType w:val="hybridMultilevel"/>
    <w:tmpl w:val="FDD47610"/>
    <w:lvl w:ilvl="0" w:tplc="76F4E3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Zurich Ex BT" w:eastAsia="Lucida Console" w:hAnsi="Zurich Ex BT" w:cs="Aria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E5B3C40"/>
    <w:multiLevelType w:val="hybridMultilevel"/>
    <w:tmpl w:val="CB1EB262"/>
    <w:lvl w:ilvl="0" w:tplc="796CBA1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140" w:hanging="360"/>
      </w:pPr>
    </w:lvl>
    <w:lvl w:ilvl="2" w:tplc="1009001B" w:tentative="1">
      <w:start w:val="1"/>
      <w:numFmt w:val="lowerRoman"/>
      <w:lvlText w:val="%3."/>
      <w:lvlJc w:val="right"/>
      <w:pPr>
        <w:ind w:left="1860" w:hanging="180"/>
      </w:pPr>
    </w:lvl>
    <w:lvl w:ilvl="3" w:tplc="1009000F" w:tentative="1">
      <w:start w:val="1"/>
      <w:numFmt w:val="decimal"/>
      <w:lvlText w:val="%4."/>
      <w:lvlJc w:val="left"/>
      <w:pPr>
        <w:ind w:left="2580" w:hanging="360"/>
      </w:pPr>
    </w:lvl>
    <w:lvl w:ilvl="4" w:tplc="10090019" w:tentative="1">
      <w:start w:val="1"/>
      <w:numFmt w:val="lowerLetter"/>
      <w:lvlText w:val="%5."/>
      <w:lvlJc w:val="left"/>
      <w:pPr>
        <w:ind w:left="3300" w:hanging="360"/>
      </w:pPr>
    </w:lvl>
    <w:lvl w:ilvl="5" w:tplc="1009001B" w:tentative="1">
      <w:start w:val="1"/>
      <w:numFmt w:val="lowerRoman"/>
      <w:lvlText w:val="%6."/>
      <w:lvlJc w:val="right"/>
      <w:pPr>
        <w:ind w:left="4020" w:hanging="180"/>
      </w:pPr>
    </w:lvl>
    <w:lvl w:ilvl="6" w:tplc="1009000F" w:tentative="1">
      <w:start w:val="1"/>
      <w:numFmt w:val="decimal"/>
      <w:lvlText w:val="%7."/>
      <w:lvlJc w:val="left"/>
      <w:pPr>
        <w:ind w:left="4740" w:hanging="360"/>
      </w:pPr>
    </w:lvl>
    <w:lvl w:ilvl="7" w:tplc="10090019" w:tentative="1">
      <w:start w:val="1"/>
      <w:numFmt w:val="lowerLetter"/>
      <w:lvlText w:val="%8."/>
      <w:lvlJc w:val="left"/>
      <w:pPr>
        <w:ind w:left="5460" w:hanging="360"/>
      </w:pPr>
    </w:lvl>
    <w:lvl w:ilvl="8" w:tplc="10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E90"/>
    <w:rsid w:val="00140F83"/>
    <w:rsid w:val="001D3F4F"/>
    <w:rsid w:val="002B1805"/>
    <w:rsid w:val="00340645"/>
    <w:rsid w:val="003E2EFD"/>
    <w:rsid w:val="004C68C1"/>
    <w:rsid w:val="009F3A0F"/>
    <w:rsid w:val="00A50507"/>
    <w:rsid w:val="00AB1E90"/>
    <w:rsid w:val="00C47466"/>
    <w:rsid w:val="00D32D16"/>
    <w:rsid w:val="00F3062C"/>
    <w:rsid w:val="00FE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EE80B2-FE90-4F56-8CCC-91F38B00E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1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utline0261">
    <w:name w:val="Outline026_1"/>
    <w:basedOn w:val="Normal"/>
    <w:rsid w:val="00AB1E9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360"/>
    </w:pPr>
    <w:rPr>
      <w:szCs w:val="20"/>
    </w:rPr>
  </w:style>
  <w:style w:type="paragraph" w:customStyle="1" w:styleId="Outline0131">
    <w:name w:val="Outline013_1"/>
    <w:basedOn w:val="Normal"/>
    <w:rsid w:val="00AB1E9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360"/>
    </w:pPr>
    <w:rPr>
      <w:szCs w:val="20"/>
    </w:rPr>
  </w:style>
  <w:style w:type="paragraph" w:styleId="ListParagraph">
    <w:name w:val="List Paragraph"/>
    <w:basedOn w:val="Normal"/>
    <w:uiPriority w:val="34"/>
    <w:qFormat/>
    <w:rsid w:val="002B1805"/>
    <w:pPr>
      <w:ind w:left="720"/>
      <w:contextualSpacing/>
    </w:pPr>
  </w:style>
  <w:style w:type="paragraph" w:customStyle="1" w:styleId="Outline0271">
    <w:name w:val="Outline027_1"/>
    <w:basedOn w:val="Normal"/>
    <w:rsid w:val="002B1805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3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81773219</Template>
  <TotalTime>0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DNguyen</dc:creator>
  <cp:lastModifiedBy>Norris, Roy</cp:lastModifiedBy>
  <cp:revision>2</cp:revision>
  <cp:lastPrinted>2012-04-24T00:26:00Z</cp:lastPrinted>
  <dcterms:created xsi:type="dcterms:W3CDTF">2014-12-01T20:23:00Z</dcterms:created>
  <dcterms:modified xsi:type="dcterms:W3CDTF">2014-12-01T20:23:00Z</dcterms:modified>
</cp:coreProperties>
</file>